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56258113" w:rsidR="00354C5C" w:rsidRDefault="00354C5C" w:rsidP="006E5C6C">
      <w:r>
        <w:t xml:space="preserve">Příloha č. </w:t>
      </w:r>
      <w:r w:rsidR="003440B4">
        <w:t>1</w:t>
      </w:r>
      <w:r>
        <w:t xml:space="preserve"> Výzvy k podání nabídky</w:t>
      </w:r>
    </w:p>
    <w:p w14:paraId="523FE11F" w14:textId="4F410CA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E547A1" w:rsidRPr="00E547A1">
        <w:rPr>
          <w:b/>
          <w:color w:val="FF5200" w:themeColor="accent2"/>
          <w:sz w:val="36"/>
          <w:szCs w:val="36"/>
        </w:rPr>
        <w:t xml:space="preserve">Výměna topných zdrojů b. </w:t>
      </w:r>
      <w:proofErr w:type="gramStart"/>
      <w:r w:rsidR="00E547A1" w:rsidRPr="00E547A1">
        <w:rPr>
          <w:b/>
          <w:color w:val="FF5200" w:themeColor="accent2"/>
          <w:sz w:val="36"/>
          <w:szCs w:val="36"/>
        </w:rPr>
        <w:t>j.</w:t>
      </w:r>
      <w:proofErr w:type="gramEnd"/>
      <w:r w:rsidR="00E547A1" w:rsidRPr="00E547A1">
        <w:rPr>
          <w:b/>
          <w:color w:val="FF5200" w:themeColor="accent2"/>
          <w:sz w:val="36"/>
          <w:szCs w:val="36"/>
        </w:rPr>
        <w:t xml:space="preserve"> v obvodu OŘ Olomouc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288D6824" w:rsidR="00DB5DF0" w:rsidRPr="00AB204F" w:rsidRDefault="00DB5DF0" w:rsidP="00DB5DF0">
      <w:pPr>
        <w:pStyle w:val="text"/>
        <w:widowControl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B204F">
        <w:rPr>
          <w:rFonts w:ascii="Verdana" w:hAnsi="Verdana"/>
          <w:b/>
          <w:sz w:val="18"/>
          <w:szCs w:val="18"/>
        </w:rPr>
        <w:t>„</w:t>
      </w:r>
      <w:r w:rsidR="00E547A1" w:rsidRPr="00E547A1">
        <w:rPr>
          <w:rFonts w:ascii="Verdana" w:hAnsi="Verdana"/>
          <w:b/>
          <w:sz w:val="18"/>
          <w:szCs w:val="18"/>
        </w:rPr>
        <w:t xml:space="preserve">Výměna topných zdrojů b. </w:t>
      </w:r>
      <w:proofErr w:type="gramStart"/>
      <w:r w:rsidR="00E547A1" w:rsidRPr="00E547A1">
        <w:rPr>
          <w:rFonts w:ascii="Verdana" w:hAnsi="Verdana"/>
          <w:b/>
          <w:sz w:val="18"/>
          <w:szCs w:val="18"/>
        </w:rPr>
        <w:t>j.</w:t>
      </w:r>
      <w:proofErr w:type="gramEnd"/>
      <w:r w:rsidR="00E547A1" w:rsidRPr="00E547A1">
        <w:rPr>
          <w:rFonts w:ascii="Verdana" w:hAnsi="Verdana"/>
          <w:b/>
          <w:sz w:val="18"/>
          <w:szCs w:val="18"/>
        </w:rPr>
        <w:t xml:space="preserve"> v obvodu OŘ Olomouc</w:t>
      </w:r>
      <w:r w:rsidRPr="00AB204F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7536F">
        <w:rPr>
          <w:rFonts w:ascii="Verdana" w:hAnsi="Verdana"/>
          <w:sz w:val="18"/>
          <w:szCs w:val="18"/>
        </w:rPr>
        <w:t xml:space="preserve">Smlouvu o </w:t>
      </w:r>
      <w:r w:rsidR="00D67A72">
        <w:rPr>
          <w:rFonts w:ascii="Verdana" w:hAnsi="Verdana"/>
          <w:sz w:val="18"/>
          <w:szCs w:val="18"/>
        </w:rPr>
        <w:t>dílo</w:t>
      </w:r>
      <w:r w:rsidRPr="00AB204F">
        <w:rPr>
          <w:rFonts w:ascii="Verdana" w:hAnsi="Verdana"/>
          <w:sz w:val="18"/>
          <w:szCs w:val="18"/>
        </w:rPr>
        <w:t xml:space="preserve"> a všechny obchodní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7CECEF61" w:rsidR="00A93A74" w:rsidRDefault="00A93A74" w:rsidP="0097536F">
      <w:pPr>
        <w:jc w:val="both"/>
      </w:pPr>
      <w:r>
        <w:t xml:space="preserve">Účastník prohlašuje, že veškeré údaje uvedené v tomto krycím listu, který je přílohou č. </w:t>
      </w:r>
      <w:r w:rsidR="00D67A72">
        <w:t>1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AABDF4E" w:rsidR="008B1A2C" w:rsidRDefault="009B5813" w:rsidP="008B1A2C">
      <w:r w:rsidRPr="00EE5646">
        <w:rPr>
          <w:b/>
        </w:rPr>
        <w:t xml:space="preserve">Cena </w:t>
      </w:r>
      <w:r w:rsidR="00D67A72">
        <w:rPr>
          <w:b/>
        </w:rPr>
        <w:t>celkem</w:t>
      </w:r>
      <w:r w:rsidR="00EE5646" w:rsidRPr="00EE5646">
        <w:rPr>
          <w:b/>
        </w:rPr>
        <w:t xml:space="preserve"> v Kč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 xml:space="preserve">,- Kč </w:t>
      </w:r>
      <w:r w:rsidR="009B531F" w:rsidRPr="009B531F">
        <w:t xml:space="preserve">na základě </w:t>
      </w:r>
      <w:r w:rsidR="0097536F">
        <w:t>vyplněné</w:t>
      </w:r>
      <w:r w:rsidR="009B531F">
        <w:t xml:space="preserve"> </w:t>
      </w:r>
      <w:r w:rsidR="009B531F" w:rsidRPr="009B531F">
        <w:t>příloh</w:t>
      </w:r>
      <w:r w:rsidR="0097536F">
        <w:t>y</w:t>
      </w:r>
      <w:r w:rsidR="009B531F" w:rsidRPr="009B531F">
        <w:t xml:space="preserve"> č. 1</w:t>
      </w:r>
      <w:r w:rsidR="00E547A1">
        <w:t>2</w:t>
      </w:r>
      <w:r w:rsidR="009B531F" w:rsidRPr="009B531F">
        <w:t xml:space="preserve"> </w:t>
      </w:r>
      <w:r w:rsidR="0097536F">
        <w:t>výzvy</w:t>
      </w:r>
      <w:r w:rsidR="009B531F" w:rsidRPr="009B531F">
        <w:t>.</w:t>
      </w:r>
      <w:r w:rsidR="00DB5DF0">
        <w:rPr>
          <w:b/>
        </w:rPr>
        <w:t xml:space="preserve"> </w:t>
      </w:r>
    </w:p>
    <w:p w14:paraId="1BCCDE47" w14:textId="03F707E3" w:rsidR="00DB5DF0" w:rsidRDefault="00DB5DF0" w:rsidP="008B1A2C"/>
    <w:p w14:paraId="36F6438A" w14:textId="2ACA9796" w:rsidR="00DB5DF0" w:rsidRDefault="00DB5DF0" w:rsidP="008B1A2C"/>
    <w:p w14:paraId="39261422" w14:textId="77777777" w:rsidR="0097536F" w:rsidRDefault="0097536F" w:rsidP="008B1A2C"/>
    <w:p w14:paraId="0EA6804E" w14:textId="6CE418A8" w:rsidR="00DB5DF0" w:rsidRDefault="00DB5DF0" w:rsidP="008B1A2C">
      <w:bookmarkStart w:id="1" w:name="_GoBack"/>
      <w:bookmarkEnd w:id="1"/>
    </w:p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547A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547A1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94343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47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47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F60411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47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47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440B4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66EA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536F"/>
    <w:rsid w:val="009771C9"/>
    <w:rsid w:val="009833E1"/>
    <w:rsid w:val="00992D9C"/>
    <w:rsid w:val="00996617"/>
    <w:rsid w:val="00996CB8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351E6"/>
    <w:rsid w:val="00D4108E"/>
    <w:rsid w:val="00D6163D"/>
    <w:rsid w:val="00D67A72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547A1"/>
    <w:rsid w:val="00E71DE4"/>
    <w:rsid w:val="00E85D44"/>
    <w:rsid w:val="00EB104F"/>
    <w:rsid w:val="00ED14BD"/>
    <w:rsid w:val="00EE5646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CB8636-7607-437D-AC61-BC814A57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</TotalTime>
  <Pages>2</Pages>
  <Words>285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10</cp:revision>
  <cp:lastPrinted>2017-11-28T17:18:00Z</cp:lastPrinted>
  <dcterms:created xsi:type="dcterms:W3CDTF">2020-11-02T09:01:00Z</dcterms:created>
  <dcterms:modified xsi:type="dcterms:W3CDTF">2021-08-09T07:33:00Z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